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11054" w14:textId="09C1B5E4" w:rsidR="0025588C" w:rsidRDefault="00D12735" w:rsidP="00D12735">
      <w:pPr>
        <w:pStyle w:val="Rubrik"/>
      </w:pPr>
      <w:r>
        <w:t>Mall – kompetensplan på individnivå</w:t>
      </w:r>
    </w:p>
    <w:p w14:paraId="270A822A" w14:textId="77777777" w:rsidR="00D12735" w:rsidRDefault="00D12735"/>
    <w:p w14:paraId="20FCC331" w14:textId="05A87FF9" w:rsidR="007C404E" w:rsidRPr="007C404E" w:rsidRDefault="00A55C58">
      <w:pPr>
        <w:rPr>
          <w:rFonts w:asciiTheme="majorHAnsi" w:hAnsiTheme="majorHAnsi" w:cstheme="majorHAnsi"/>
          <w:sz w:val="24"/>
          <w:szCs w:val="24"/>
        </w:rPr>
      </w:pPr>
      <w:r w:rsidRPr="007C404E">
        <w:rPr>
          <w:rFonts w:asciiTheme="majorHAnsi" w:hAnsiTheme="majorHAnsi" w:cstheme="majorHAnsi"/>
          <w:sz w:val="24"/>
          <w:szCs w:val="24"/>
        </w:rPr>
        <w:t>Namn</w:t>
      </w:r>
      <w:r w:rsidR="007C404E">
        <w:rPr>
          <w:rFonts w:asciiTheme="majorHAnsi" w:hAnsiTheme="majorHAnsi" w:cstheme="majorHAnsi"/>
          <w:sz w:val="24"/>
          <w:szCs w:val="24"/>
        </w:rPr>
        <w:t>: ____________________________________________________</w:t>
      </w:r>
    </w:p>
    <w:tbl>
      <w:tblPr>
        <w:tblW w:w="8931" w:type="dxa"/>
        <w:tblInd w:w="-8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8931"/>
      </w:tblGrid>
      <w:tr w:rsidR="00A55C58" w:rsidRPr="00F77A8F" w14:paraId="4FF74126" w14:textId="77777777" w:rsidTr="00F77A8F">
        <w:trPr>
          <w:trHeight w:val="450"/>
        </w:trPr>
        <w:tc>
          <w:tcPr>
            <w:tcW w:w="8931" w:type="dxa"/>
            <w:shd w:val="clear" w:color="auto" w:fill="D9E2F3" w:themeFill="accent1" w:themeFillTint="33"/>
            <w:hideMark/>
          </w:tcPr>
          <w:p w14:paraId="001834DC" w14:textId="7C69053F" w:rsidR="00A55C58" w:rsidRPr="00F77A8F" w:rsidRDefault="00A55C58" w:rsidP="00F77A8F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4"/>
                <w:szCs w:val="24"/>
                <w:lang w:eastAsia="sv-SE"/>
              </w:rPr>
            </w:pPr>
            <w:r w:rsidRPr="00F77A8F">
              <w:rPr>
                <w:rFonts w:asciiTheme="majorHAnsi" w:eastAsia="Times New Roman" w:hAnsiTheme="majorHAnsi" w:cstheme="majorHAnsi"/>
                <w:sz w:val="24"/>
                <w:szCs w:val="24"/>
                <w:lang w:eastAsia="sv-SE"/>
              </w:rPr>
              <w:t>Mål</w:t>
            </w:r>
          </w:p>
        </w:tc>
      </w:tr>
      <w:tr w:rsidR="009C2536" w:rsidRPr="00F77A8F" w14:paraId="415557DF" w14:textId="77777777" w:rsidTr="00F77A8F">
        <w:trPr>
          <w:trHeight w:val="450"/>
        </w:trPr>
        <w:tc>
          <w:tcPr>
            <w:tcW w:w="8931" w:type="dxa"/>
            <w:shd w:val="clear" w:color="auto" w:fill="FFFFFF" w:themeFill="background1"/>
          </w:tcPr>
          <w:p w14:paraId="5FE07780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4"/>
                <w:szCs w:val="24"/>
                <w:lang w:eastAsia="sv-SE"/>
              </w:rPr>
            </w:pPr>
          </w:p>
        </w:tc>
      </w:tr>
      <w:tr w:rsidR="00A55C58" w:rsidRPr="00F77A8F" w14:paraId="53C47651" w14:textId="77777777" w:rsidTr="00F77A8F">
        <w:trPr>
          <w:trHeight w:val="17"/>
        </w:trPr>
        <w:tc>
          <w:tcPr>
            <w:tcW w:w="8931" w:type="dxa"/>
            <w:shd w:val="clear" w:color="auto" w:fill="D9E2F3" w:themeFill="accent1" w:themeFillTint="33"/>
          </w:tcPr>
          <w:p w14:paraId="02FF6680" w14:textId="18CE6284" w:rsidR="00A55C58" w:rsidRPr="00F77A8F" w:rsidRDefault="00A55C58" w:rsidP="00F77A8F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4"/>
                <w:szCs w:val="24"/>
                <w:lang w:eastAsia="sv-SE"/>
              </w:rPr>
            </w:pPr>
            <w:r w:rsidRPr="00F77A8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  <w:t>Befintlig utbildning, erfarenhet, kompetens </w:t>
            </w:r>
          </w:p>
        </w:tc>
      </w:tr>
      <w:tr w:rsidR="009C2536" w:rsidRPr="00F77A8F" w14:paraId="55D65BDC" w14:textId="77777777" w:rsidTr="00F77A8F">
        <w:trPr>
          <w:trHeight w:val="225"/>
        </w:trPr>
        <w:tc>
          <w:tcPr>
            <w:tcW w:w="8931" w:type="dxa"/>
            <w:shd w:val="clear" w:color="auto" w:fill="auto"/>
          </w:tcPr>
          <w:p w14:paraId="347E1068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  <w:p w14:paraId="243F2DCC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  <w:p w14:paraId="0CC3FD3A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</w:tc>
      </w:tr>
      <w:tr w:rsidR="00A55C58" w:rsidRPr="00F77A8F" w14:paraId="723380B8" w14:textId="77777777" w:rsidTr="00F77A8F">
        <w:trPr>
          <w:trHeight w:val="225"/>
        </w:trPr>
        <w:tc>
          <w:tcPr>
            <w:tcW w:w="8931" w:type="dxa"/>
            <w:shd w:val="clear" w:color="auto" w:fill="D9E2F3" w:themeFill="accent1" w:themeFillTint="33"/>
          </w:tcPr>
          <w:p w14:paraId="20344078" w14:textId="1BFC512B" w:rsidR="00A55C58" w:rsidRPr="00F77A8F" w:rsidRDefault="009C2536" w:rsidP="00F77A8F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4"/>
                <w:szCs w:val="24"/>
                <w:lang w:eastAsia="sv-SE"/>
              </w:rPr>
            </w:pPr>
            <w:r w:rsidRPr="00F77A8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  <w:t>Utbildningsplan</w:t>
            </w:r>
            <w:r w:rsidR="00A55C58" w:rsidRPr="00F77A8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  <w:t> </w:t>
            </w:r>
          </w:p>
        </w:tc>
      </w:tr>
      <w:tr w:rsidR="009C2536" w:rsidRPr="00F77A8F" w14:paraId="10ED1150" w14:textId="77777777" w:rsidTr="00F77A8F">
        <w:trPr>
          <w:trHeight w:val="225"/>
        </w:trPr>
        <w:tc>
          <w:tcPr>
            <w:tcW w:w="8931" w:type="dxa"/>
            <w:shd w:val="clear" w:color="auto" w:fill="auto"/>
          </w:tcPr>
          <w:p w14:paraId="658CAAA1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  <w:p w14:paraId="14F7DAA1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  <w:p w14:paraId="53C6E932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</w:tc>
      </w:tr>
      <w:tr w:rsidR="00A55C58" w:rsidRPr="00F77A8F" w14:paraId="684DEC6F" w14:textId="77777777" w:rsidTr="00F77A8F">
        <w:trPr>
          <w:trHeight w:val="225"/>
        </w:trPr>
        <w:tc>
          <w:tcPr>
            <w:tcW w:w="8931" w:type="dxa"/>
            <w:shd w:val="clear" w:color="auto" w:fill="D9E2F3" w:themeFill="accent1" w:themeFillTint="33"/>
          </w:tcPr>
          <w:p w14:paraId="051C5165" w14:textId="2EEEDCA5" w:rsidR="00A55C58" w:rsidRPr="00F77A8F" w:rsidRDefault="00A55C58" w:rsidP="00F77A8F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sz w:val="24"/>
                <w:szCs w:val="24"/>
                <w:lang w:eastAsia="sv-SE"/>
              </w:rPr>
            </w:pPr>
            <w:r w:rsidRPr="00F77A8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  <w:t>Resurser </w:t>
            </w:r>
          </w:p>
        </w:tc>
      </w:tr>
      <w:tr w:rsidR="009C2536" w:rsidRPr="00F77A8F" w14:paraId="6212DB91" w14:textId="77777777" w:rsidTr="00F77A8F">
        <w:trPr>
          <w:trHeight w:val="225"/>
        </w:trPr>
        <w:tc>
          <w:tcPr>
            <w:tcW w:w="8931" w:type="dxa"/>
            <w:shd w:val="clear" w:color="auto" w:fill="auto"/>
          </w:tcPr>
          <w:p w14:paraId="64465E42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  <w:p w14:paraId="09F48970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  <w:p w14:paraId="1BFA0808" w14:textId="77777777" w:rsidR="009C2536" w:rsidRPr="00F77A8F" w:rsidRDefault="009C2536" w:rsidP="00D12735">
            <w:pPr>
              <w:spacing w:after="0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sv-SE"/>
              </w:rPr>
            </w:pPr>
          </w:p>
        </w:tc>
      </w:tr>
    </w:tbl>
    <w:p w14:paraId="2D952C96" w14:textId="77777777" w:rsidR="00D12735" w:rsidRDefault="00D12735"/>
    <w:p w14:paraId="0AC9C211" w14:textId="77777777" w:rsidR="00D12735" w:rsidRDefault="00D12735"/>
    <w:p w14:paraId="43910A76" w14:textId="77777777" w:rsidR="00D12735" w:rsidRDefault="00D12735"/>
    <w:sectPr w:rsidR="00D1273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5B13" w14:textId="77777777" w:rsidR="0064661A" w:rsidRDefault="0064661A" w:rsidP="0064661A">
      <w:pPr>
        <w:spacing w:after="0" w:line="240" w:lineRule="auto"/>
      </w:pPr>
      <w:r>
        <w:separator/>
      </w:r>
    </w:p>
  </w:endnote>
  <w:endnote w:type="continuationSeparator" w:id="0">
    <w:p w14:paraId="128EDB1C" w14:textId="77777777" w:rsidR="0064661A" w:rsidRDefault="0064661A" w:rsidP="0064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1C02" w14:textId="77777777" w:rsidR="0064661A" w:rsidRDefault="0064661A" w:rsidP="0064661A">
      <w:pPr>
        <w:spacing w:after="0" w:line="240" w:lineRule="auto"/>
      </w:pPr>
      <w:r>
        <w:separator/>
      </w:r>
    </w:p>
  </w:footnote>
  <w:footnote w:type="continuationSeparator" w:id="0">
    <w:p w14:paraId="6ED3ED3C" w14:textId="77777777" w:rsidR="0064661A" w:rsidRDefault="0064661A" w:rsidP="00646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DAC0" w14:textId="77777777" w:rsidR="0064661A" w:rsidRDefault="0064661A" w:rsidP="0064661A">
    <w:r>
      <w:t>Implementeringsstöd Karriärvägsmodell Äldreomsorg</w:t>
    </w:r>
  </w:p>
  <w:p w14:paraId="4662DCFB" w14:textId="77777777" w:rsidR="0064661A" w:rsidRDefault="0064661A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35"/>
    <w:rsid w:val="001F6322"/>
    <w:rsid w:val="0025588C"/>
    <w:rsid w:val="004C6BB8"/>
    <w:rsid w:val="0064661A"/>
    <w:rsid w:val="007C404E"/>
    <w:rsid w:val="00836D24"/>
    <w:rsid w:val="009C2536"/>
    <w:rsid w:val="00A55C58"/>
    <w:rsid w:val="00D12735"/>
    <w:rsid w:val="00E13D6A"/>
    <w:rsid w:val="00F7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78BA"/>
  <w15:chartTrackingRefBased/>
  <w15:docId w15:val="{1648C844-FA10-4816-8815-3D719167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1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ormaltextrun">
    <w:name w:val="normaltextrun"/>
    <w:basedOn w:val="Standardstycketeckensnitt"/>
    <w:rsid w:val="00D12735"/>
  </w:style>
  <w:style w:type="character" w:customStyle="1" w:styleId="eop">
    <w:name w:val="eop"/>
    <w:basedOn w:val="Standardstycketeckensnitt"/>
    <w:rsid w:val="00D12735"/>
  </w:style>
  <w:style w:type="paragraph" w:styleId="Rubrik">
    <w:name w:val="Title"/>
    <w:basedOn w:val="Normal"/>
    <w:next w:val="Normal"/>
    <w:link w:val="RubrikChar"/>
    <w:uiPriority w:val="10"/>
    <w:qFormat/>
    <w:rsid w:val="00D127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D12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646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4661A"/>
  </w:style>
  <w:style w:type="paragraph" w:styleId="Sidfot">
    <w:name w:val="footer"/>
    <w:basedOn w:val="Normal"/>
    <w:link w:val="SidfotChar"/>
    <w:uiPriority w:val="99"/>
    <w:unhideWhenUsed/>
    <w:rsid w:val="00646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46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1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0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710C4F16B84A4AA977CBA93C4A7220" ma:contentTypeVersion="5" ma:contentTypeDescription="Skapa ett nytt dokument." ma:contentTypeScope="" ma:versionID="9a3e739bada0aa4d14b26b69b91a3e48">
  <xsd:schema xmlns:xsd="http://www.w3.org/2001/XMLSchema" xmlns:xs="http://www.w3.org/2001/XMLSchema" xmlns:p="http://schemas.microsoft.com/office/2006/metadata/properties" xmlns:ns2="113492f6-9769-4ccd-9294-5db8399f5d73" xmlns:ns3="f59e1d0f-5918-4b94-adaf-386921b9fcc2" targetNamespace="http://schemas.microsoft.com/office/2006/metadata/properties" ma:root="true" ma:fieldsID="203d8c0f48485b5b4e68b850874a6561" ns2:_="" ns3:_="">
    <xsd:import namespace="113492f6-9769-4ccd-9294-5db8399f5d73"/>
    <xsd:import namespace="f59e1d0f-5918-4b94-adaf-386921b9fc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492f6-9769-4ccd-9294-5db8399f5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e1d0f-5918-4b94-adaf-386921b9f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8042F5-F5E1-40EA-85B7-C073D5743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2CA1FF-F484-4E1B-9A1A-80EB5815C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C7736D-55AB-4C1B-93E2-6783B9170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3492f6-9769-4ccd-9294-5db8399f5d73"/>
    <ds:schemaRef ds:uri="f59e1d0f-5918-4b94-adaf-386921b9f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Wallström</dc:creator>
  <cp:keywords/>
  <dc:description/>
  <cp:lastModifiedBy>Ludvig Aust</cp:lastModifiedBy>
  <cp:revision>6</cp:revision>
  <dcterms:created xsi:type="dcterms:W3CDTF">2023-08-14T09:52:00Z</dcterms:created>
  <dcterms:modified xsi:type="dcterms:W3CDTF">2023-09-20T05:01:00Z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0x01010093710C4F16B84A4AA977CBA93C4A7220</vt:lpwstr>
  </property>
</Properties>
</file>